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06219A" w:rsidRDefault="0006219A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E74111" w:rsidRDefault="00E74111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DF7218" w:rsidRDefault="00867E9D" w:rsidP="00DF721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3A6240">
        <w:rPr>
          <w:rFonts w:ascii="Arial" w:eastAsia="Arial Unicode MS" w:hAnsi="Arial" w:cs="Arial"/>
          <w:b/>
          <w:bCs/>
          <w:sz w:val="20"/>
          <w:szCs w:val="20"/>
        </w:rPr>
        <w:t>3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DF7218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AD36A5">
        <w:rPr>
          <w:rFonts w:ascii="Arial" w:eastAsia="Arial Unicode MS" w:hAnsi="Arial" w:cs="Arial"/>
          <w:b/>
          <w:bCs/>
          <w:sz w:val="20"/>
          <w:szCs w:val="20"/>
        </w:rPr>
        <w:t>FURTO</w:t>
      </w:r>
    </w:p>
    <w:p w:rsidR="0006219A" w:rsidRDefault="0006219A" w:rsidP="00DF7218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</w:p>
    <w:p w:rsidR="00575959" w:rsidRDefault="00D870CA" w:rsidP="00293438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B514A1" w:rsidRDefault="00B514A1" w:rsidP="0029343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C72E88" w:rsidRDefault="00C72E88" w:rsidP="0029343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nato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..............................................…, il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residente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</w:t>
      </w:r>
      <w:proofErr w:type="spellStart"/>
      <w:r w:rsidR="00543D58">
        <w:rPr>
          <w:rFonts w:ascii="Arial" w:eastAsia="Arial Unicode MS" w:hAnsi="Arial" w:cs="Arial"/>
          <w:sz w:val="20"/>
          <w:szCs w:val="20"/>
        </w:rPr>
        <w:t>…………………………………………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Codice Fiscale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nella sua qualità di  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della Ditta (Ragione Sociale)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Partita IVA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C.F. ….......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Sede Legale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</w:p>
    <w:p w:rsidR="00C72E88" w:rsidRDefault="00C72E8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E74111" w:rsidRDefault="00E74111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3278AF" w:rsidRDefault="00C72E8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</w:t>
      </w:r>
      <w:r w:rsidR="00575959">
        <w:rPr>
          <w:rFonts w:ascii="Arial" w:eastAsia="Arial Unicode MS" w:hAnsi="Arial" w:cs="Arial"/>
          <w:sz w:val="20"/>
          <w:szCs w:val="20"/>
        </w:rPr>
        <w:t xml:space="preserve">ormula la seguente offerta </w:t>
      </w:r>
      <w:r w:rsidR="00F87253">
        <w:rPr>
          <w:rFonts w:ascii="Arial" w:eastAsia="Arial Unicode MS" w:hAnsi="Arial" w:cs="Arial"/>
          <w:sz w:val="20"/>
          <w:szCs w:val="20"/>
        </w:rPr>
        <w:t>tecnica</w:t>
      </w:r>
      <w:r w:rsidR="00575959">
        <w:rPr>
          <w:rFonts w:ascii="Arial" w:eastAsia="Arial Unicode MS" w:hAnsi="Arial" w:cs="Arial"/>
          <w:sz w:val="20"/>
          <w:szCs w:val="20"/>
        </w:rPr>
        <w:t xml:space="preserve"> alle condizioni richiamate nel disciplinare di gara e nei suoi allegati</w:t>
      </w:r>
      <w:r w:rsidR="00B514A1">
        <w:rPr>
          <w:rFonts w:ascii="Arial" w:eastAsia="Arial Unicode MS" w:hAnsi="Arial" w:cs="Arial"/>
          <w:sz w:val="20"/>
          <w:szCs w:val="20"/>
        </w:rPr>
        <w:t xml:space="preserve">, </w:t>
      </w:r>
      <w:r w:rsidR="00B514A1"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 w:rsidR="00575959">
        <w:rPr>
          <w:rFonts w:ascii="Arial" w:eastAsia="Arial Unicode MS" w:hAnsi="Arial" w:cs="Arial"/>
          <w:sz w:val="20"/>
          <w:szCs w:val="20"/>
        </w:rPr>
        <w:t>:</w:t>
      </w:r>
    </w:p>
    <w:p w:rsidR="00B514A1" w:rsidRDefault="00B514A1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C72E88" w:rsidRDefault="00C72E8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FC2244" w:rsidRPr="00545094" w:rsidTr="00040ED1">
        <w:tc>
          <w:tcPr>
            <w:tcW w:w="1543" w:type="pct"/>
            <w:shd w:val="clear" w:color="auto" w:fill="FDE9D9"/>
            <w:vAlign w:val="center"/>
          </w:tcPr>
          <w:p w:rsidR="00FC2244" w:rsidRPr="00541F49" w:rsidRDefault="00FC2244" w:rsidP="00B514A1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FC224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FC224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FC2244" w:rsidRPr="00545094" w:rsidTr="00040ED1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FC2244" w:rsidRPr="00541F49" w:rsidRDefault="00FC2244" w:rsidP="00877352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FC2244" w:rsidRPr="00545094" w:rsidRDefault="00FC2244" w:rsidP="00B514A1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 w:rsidR="009060E0"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FC2244" w:rsidRPr="00B514A1" w:rsidRDefault="003604FA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FC2244" w:rsidRPr="00B514A1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FC2244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8773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040ED1" w:rsidRPr="00545094" w:rsidTr="00040ED1">
        <w:trPr>
          <w:trHeight w:val="737"/>
        </w:trPr>
        <w:tc>
          <w:tcPr>
            <w:tcW w:w="1543" w:type="pct"/>
            <w:vAlign w:val="center"/>
          </w:tcPr>
          <w:p w:rsidR="00280594" w:rsidRPr="00040ED1" w:rsidRDefault="00FC2244" w:rsidP="000509F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Art. 2</w:t>
            </w:r>
            <w:r w:rsidR="00AD36A5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0509F0">
              <w:rPr>
                <w:rFonts w:ascii="Arial" w:eastAsia="Arial Unicode MS" w:hAnsi="Arial" w:cs="Arial"/>
                <w:sz w:val="20"/>
                <w:szCs w:val="20"/>
              </w:rPr>
              <w:t>.5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–</w:t>
            </w:r>
            <w:r w:rsidR="000509F0">
              <w:rPr>
                <w:rFonts w:ascii="Arial" w:eastAsia="Arial Unicode MS" w:hAnsi="Arial" w:cs="Arial"/>
                <w:sz w:val="20"/>
                <w:szCs w:val="20"/>
              </w:rPr>
              <w:t xml:space="preserve"> Atti vandalici</w:t>
            </w:r>
          </w:p>
        </w:tc>
        <w:tc>
          <w:tcPr>
            <w:tcW w:w="2062" w:type="pct"/>
            <w:vAlign w:val="center"/>
          </w:tcPr>
          <w:p w:rsidR="00FC2244" w:rsidRPr="00545094" w:rsidRDefault="00AD36A5" w:rsidP="006E2883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limite di indennizzo per sinistro ad € 1</w:t>
            </w:r>
            <w:r w:rsidR="0059079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  <w:r w:rsidR="00FC2244" w:rsidRPr="00DF7218">
              <w:rPr>
                <w:rFonts w:ascii="Arial" w:hAnsi="Arial" w:cs="Arial"/>
                <w:sz w:val="20"/>
                <w:szCs w:val="20"/>
              </w:rPr>
              <w:t>.=</w:t>
            </w:r>
          </w:p>
        </w:tc>
        <w:tc>
          <w:tcPr>
            <w:tcW w:w="736" w:type="pct"/>
            <w:vAlign w:val="center"/>
          </w:tcPr>
          <w:p w:rsidR="00FC2244" w:rsidRPr="00B514A1" w:rsidRDefault="002F3F5A" w:rsidP="006E2883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FC2244" w:rsidRPr="00B514A1" w:rsidRDefault="00FC2244" w:rsidP="006E2883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040ED1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6E2883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6E2883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6E2883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6E2883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A6240" w:rsidRPr="00545094" w:rsidTr="00F27372">
        <w:trPr>
          <w:trHeight w:hRule="exact" w:val="737"/>
        </w:trPr>
        <w:tc>
          <w:tcPr>
            <w:tcW w:w="1543" w:type="pct"/>
            <w:vMerge w:val="restart"/>
            <w:vAlign w:val="center"/>
          </w:tcPr>
          <w:p w:rsidR="003A6240" w:rsidRDefault="003A6240" w:rsidP="00F2737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Art. 27 – franchigia fissa per sinistro (salvo quanto diversamente indicato)</w:t>
            </w:r>
            <w:r w:rsidRPr="00FC2244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2062" w:type="pct"/>
            <w:vAlign w:val="center"/>
          </w:tcPr>
          <w:p w:rsidR="003A6240" w:rsidRDefault="003A6240" w:rsidP="00F27372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Riduzione franchigia fissa</w:t>
            </w:r>
            <w:r w:rsidR="00EC7300">
              <w:rPr>
                <w:rFonts w:ascii="Arial" w:hAnsi="Arial" w:cs="Arial"/>
                <w:sz w:val="20"/>
                <w:szCs w:val="20"/>
              </w:rPr>
              <w:t xml:space="preserve"> per sinistro ad € 250,00</w:t>
            </w:r>
          </w:p>
        </w:tc>
        <w:tc>
          <w:tcPr>
            <w:tcW w:w="736" w:type="pct"/>
            <w:vAlign w:val="center"/>
          </w:tcPr>
          <w:p w:rsidR="003A6240" w:rsidRDefault="0017323D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15</w:t>
            </w:r>
          </w:p>
        </w:tc>
        <w:tc>
          <w:tcPr>
            <w:tcW w:w="659" w:type="pct"/>
            <w:vAlign w:val="center"/>
          </w:tcPr>
          <w:p w:rsidR="003A6240" w:rsidRPr="00B514A1" w:rsidRDefault="003604FA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A6240" w:rsidRPr="00545094" w:rsidTr="00F27372">
        <w:trPr>
          <w:trHeight w:hRule="exact" w:val="737"/>
        </w:trPr>
        <w:tc>
          <w:tcPr>
            <w:tcW w:w="1543" w:type="pct"/>
            <w:vMerge/>
            <w:vAlign w:val="center"/>
          </w:tcPr>
          <w:p w:rsidR="003A6240" w:rsidRPr="00FC2244" w:rsidRDefault="003A6240" w:rsidP="00F2737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A6240" w:rsidRPr="00545094" w:rsidRDefault="003A6240" w:rsidP="00F2737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fissa per sinistro</w:t>
            </w:r>
          </w:p>
        </w:tc>
        <w:tc>
          <w:tcPr>
            <w:tcW w:w="736" w:type="pct"/>
            <w:vAlign w:val="center"/>
          </w:tcPr>
          <w:p w:rsidR="003A6240" w:rsidRPr="00B514A1" w:rsidRDefault="00EC7300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  <w:r w:rsidR="003A6240">
              <w:rPr>
                <w:rFonts w:ascii="Arial" w:eastAsia="Arial Unicode MS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3A6240" w:rsidRPr="00B514A1" w:rsidRDefault="003A6240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FC2244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8773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F27372" w:rsidRPr="00545094" w:rsidTr="00040ED1">
        <w:trPr>
          <w:trHeight w:hRule="exact" w:val="737"/>
        </w:trPr>
        <w:tc>
          <w:tcPr>
            <w:tcW w:w="1543" w:type="pct"/>
            <w:vAlign w:val="center"/>
          </w:tcPr>
          <w:p w:rsidR="00F27372" w:rsidRPr="007A5DFB" w:rsidRDefault="00F27372" w:rsidP="00F2737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Art. 29 – veicoli in ricovero</w:t>
            </w:r>
          </w:p>
        </w:tc>
        <w:tc>
          <w:tcPr>
            <w:tcW w:w="2062" w:type="pct"/>
            <w:vAlign w:val="center"/>
          </w:tcPr>
          <w:p w:rsidR="00F27372" w:rsidRPr="00545094" w:rsidRDefault="00F27372" w:rsidP="00F2737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minima per sinistro, fermo restando lo scoperto di polizza</w:t>
            </w:r>
          </w:p>
        </w:tc>
        <w:tc>
          <w:tcPr>
            <w:tcW w:w="736" w:type="pct"/>
            <w:vAlign w:val="center"/>
          </w:tcPr>
          <w:p w:rsidR="00F27372" w:rsidRPr="00B514A1" w:rsidRDefault="003604FA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15</w:t>
            </w:r>
          </w:p>
        </w:tc>
        <w:tc>
          <w:tcPr>
            <w:tcW w:w="659" w:type="pct"/>
            <w:vAlign w:val="center"/>
          </w:tcPr>
          <w:p w:rsidR="00F27372" w:rsidRPr="00B514A1" w:rsidRDefault="00F27372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FC2244" w:rsidRPr="00545094" w:rsidTr="00040E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8773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87735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F27372" w:rsidRPr="00545094" w:rsidTr="00F27372">
        <w:trPr>
          <w:trHeight w:hRule="exact" w:val="737"/>
        </w:trPr>
        <w:tc>
          <w:tcPr>
            <w:tcW w:w="1543" w:type="pct"/>
            <w:vAlign w:val="center"/>
          </w:tcPr>
          <w:p w:rsidR="00F27372" w:rsidRDefault="00F27372" w:rsidP="00F2737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bookmarkStart w:id="0" w:name="_Hlk38288819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Art. 30 – </w:t>
            </w:r>
            <w:r w:rsidR="000509F0">
              <w:rPr>
                <w:rFonts w:ascii="Arial" w:eastAsia="Arial Unicode MS" w:hAnsi="Arial" w:cs="Arial"/>
                <w:sz w:val="20"/>
                <w:szCs w:val="20"/>
              </w:rPr>
              <w:t xml:space="preserve">furto con destrezza </w:t>
            </w:r>
          </w:p>
        </w:tc>
        <w:tc>
          <w:tcPr>
            <w:tcW w:w="2062" w:type="pct"/>
            <w:vAlign w:val="center"/>
          </w:tcPr>
          <w:p w:rsidR="00F27372" w:rsidRPr="00545094" w:rsidRDefault="00F27372" w:rsidP="00F27372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minima per sinistro, fermo restando lo scoperto di polizza</w:t>
            </w:r>
          </w:p>
        </w:tc>
        <w:tc>
          <w:tcPr>
            <w:tcW w:w="736" w:type="pct"/>
            <w:vAlign w:val="center"/>
          </w:tcPr>
          <w:p w:rsidR="00F27372" w:rsidRPr="00B514A1" w:rsidRDefault="00605202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3604FA"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F27372" w:rsidRPr="00B514A1" w:rsidRDefault="00F27372" w:rsidP="00F27372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bookmarkEnd w:id="0"/>
      <w:tr w:rsidR="00040ED1" w:rsidRPr="00545094" w:rsidTr="00040ED1">
        <w:trPr>
          <w:cantSplit/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FC2244" w:rsidRPr="00541F49" w:rsidRDefault="00FC2244" w:rsidP="007A5DF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FC2244" w:rsidRPr="00545094" w:rsidRDefault="00FC2244" w:rsidP="007A5DFB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FC2244" w:rsidRPr="00545094" w:rsidRDefault="00FC2244" w:rsidP="00FC2244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FC2244" w:rsidRPr="00545094" w:rsidRDefault="00FC2244" w:rsidP="007A5DF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DF7218" w:rsidRPr="00DF7218" w:rsidRDefault="00DF7218" w:rsidP="00DF7218">
      <w:pPr>
        <w:rPr>
          <w:rFonts w:ascii="Arial" w:hAnsi="Arial" w:cs="Arial"/>
          <w:sz w:val="20"/>
          <w:szCs w:val="20"/>
          <w:lang w:val="en-US"/>
        </w:rPr>
      </w:pPr>
    </w:p>
    <w:p w:rsidR="00276EF8" w:rsidRDefault="00276EF8" w:rsidP="00276EF8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276EF8" w:rsidRDefault="00276EF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lastRenderedPageBreak/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 xml:space="preserve">capitolato di </w:t>
      </w:r>
      <w:r w:rsidR="00494820">
        <w:rPr>
          <w:rFonts w:ascii="Arial" w:eastAsia="Arial Unicode MS" w:hAnsi="Arial" w:cs="Arial"/>
          <w:sz w:val="20"/>
          <w:szCs w:val="20"/>
        </w:rPr>
        <w:t>gara e in tutti i suoi allegati.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276EF8" w:rsidRDefault="00276EF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276EF8" w:rsidRDefault="00276EF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276EF8" w:rsidRDefault="00276EF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276EF8" w:rsidRDefault="00276EF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276EF8" w:rsidRDefault="00276EF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276EF8" w:rsidRDefault="00276EF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A56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709" w:left="1134" w:header="981" w:footer="694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534" w:rsidRDefault="00331534">
      <w:r>
        <w:separator/>
      </w:r>
    </w:p>
  </w:endnote>
  <w:endnote w:type="continuationSeparator" w:id="0">
    <w:p w:rsidR="00331534" w:rsidRDefault="00331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C3" w:rsidRDefault="005519C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C3" w:rsidRDefault="005519C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C3" w:rsidRDefault="005519C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534" w:rsidRDefault="00331534">
      <w:r>
        <w:separator/>
      </w:r>
    </w:p>
  </w:footnote>
  <w:footnote w:type="continuationSeparator" w:id="0">
    <w:p w:rsidR="00331534" w:rsidRDefault="00331534">
      <w:r>
        <w:continuationSeparator/>
      </w:r>
    </w:p>
  </w:footnote>
  <w:footnote w:id="1">
    <w:p w:rsidR="009F3076" w:rsidRPr="00543D58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</w:footnote>
  <w:footnote w:id="2">
    <w:p w:rsidR="00543D58" w:rsidRPr="008956EB" w:rsidRDefault="00543D58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C3" w:rsidRDefault="005519C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C9F" w:rsidRPr="00276EF8" w:rsidRDefault="00A56C9F" w:rsidP="00276EF8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6219A">
      <w:rPr>
        <w:rFonts w:ascii="Arial" w:hAnsi="Arial" w:cs="Arial"/>
        <w:b/>
        <w:bCs/>
        <w:i/>
        <w:noProof/>
        <w:sz w:val="18"/>
        <w:szCs w:val="18"/>
      </w:rPr>
      <w:t>2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6219A">
      <w:rPr>
        <w:rFonts w:ascii="Arial" w:hAnsi="Arial" w:cs="Arial"/>
        <w:b/>
        <w:bCs/>
        <w:i/>
        <w:noProof/>
        <w:sz w:val="18"/>
        <w:szCs w:val="18"/>
      </w:rPr>
      <w:t>2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A56C9F" w:rsidRPr="007100BD" w:rsidRDefault="00A56C9F" w:rsidP="00F01516">
    <w:pPr>
      <w:tabs>
        <w:tab w:val="right" w:pos="3406"/>
      </w:tabs>
      <w:spacing w:line="220" w:lineRule="exact"/>
      <w:ind w:left="216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</w:p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C9F" w:rsidRPr="00F159CC" w:rsidRDefault="00A56C9F" w:rsidP="00A56C9F">
    <w:pPr>
      <w:pStyle w:val="Ufficiotipo"/>
      <w:ind w:left="6492"/>
      <w:jc w:val="right"/>
      <w:rPr>
        <w:rFonts w:ascii="Arial Unicode MS" w:eastAsia="Arial Unicode MS" w:hAnsi="Arial Unicode MS" w:cs="Arial Unicode MS"/>
        <w:b w:val="0"/>
        <w:bCs/>
        <w:sz w:val="18"/>
        <w:szCs w:val="18"/>
      </w:rPr>
    </w:pPr>
  </w:p>
  <w:p w:rsidR="00A56C9F" w:rsidRPr="00F159CC" w:rsidRDefault="00A56C9F" w:rsidP="00A56C9F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A56C9F" w:rsidRPr="00F159CC" w:rsidRDefault="00A56C9F" w:rsidP="00A56C9F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A56C9F" w:rsidRPr="00250406" w:rsidRDefault="00A56C9F" w:rsidP="00A56C9F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6219A">
      <w:rPr>
        <w:rFonts w:ascii="Arial" w:hAnsi="Arial" w:cs="Arial"/>
        <w:b/>
        <w:bCs/>
        <w:i/>
        <w:noProof/>
        <w:sz w:val="18"/>
        <w:szCs w:val="18"/>
      </w:rPr>
      <w:t>1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6219A">
      <w:rPr>
        <w:rFonts w:ascii="Arial" w:hAnsi="Arial" w:cs="Arial"/>
        <w:b/>
        <w:bCs/>
        <w:i/>
        <w:noProof/>
        <w:sz w:val="18"/>
        <w:szCs w:val="18"/>
      </w:rPr>
      <w:t>2</w:t>
    </w:r>
    <w:r w:rsidR="00C14082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A56C9F" w:rsidRPr="007100BD" w:rsidRDefault="00A56C9F" w:rsidP="00A56C9F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5CE2"/>
    <w:rsid w:val="00040ED1"/>
    <w:rsid w:val="00046B7B"/>
    <w:rsid w:val="000509F0"/>
    <w:rsid w:val="00052F98"/>
    <w:rsid w:val="00061756"/>
    <w:rsid w:val="0006219A"/>
    <w:rsid w:val="0009767B"/>
    <w:rsid w:val="000A177F"/>
    <w:rsid w:val="000B2CE9"/>
    <w:rsid w:val="000B46F6"/>
    <w:rsid w:val="000E5CBA"/>
    <w:rsid w:val="000F04F0"/>
    <w:rsid w:val="000F07AB"/>
    <w:rsid w:val="00112790"/>
    <w:rsid w:val="00117F82"/>
    <w:rsid w:val="00134545"/>
    <w:rsid w:val="001402B3"/>
    <w:rsid w:val="00154332"/>
    <w:rsid w:val="0015624F"/>
    <w:rsid w:val="00167FAA"/>
    <w:rsid w:val="0017323D"/>
    <w:rsid w:val="0018682E"/>
    <w:rsid w:val="001921CB"/>
    <w:rsid w:val="001B738F"/>
    <w:rsid w:val="001B7C09"/>
    <w:rsid w:val="001D656E"/>
    <w:rsid w:val="00216BB7"/>
    <w:rsid w:val="00223CA8"/>
    <w:rsid w:val="0023495D"/>
    <w:rsid w:val="00237486"/>
    <w:rsid w:val="00250406"/>
    <w:rsid w:val="00250C65"/>
    <w:rsid w:val="002553CB"/>
    <w:rsid w:val="00276EF8"/>
    <w:rsid w:val="00280594"/>
    <w:rsid w:val="002879AC"/>
    <w:rsid w:val="00293438"/>
    <w:rsid w:val="002D2FC9"/>
    <w:rsid w:val="002D4F2D"/>
    <w:rsid w:val="002F3F5A"/>
    <w:rsid w:val="003005C6"/>
    <w:rsid w:val="00303997"/>
    <w:rsid w:val="0031630F"/>
    <w:rsid w:val="00325705"/>
    <w:rsid w:val="003278AF"/>
    <w:rsid w:val="00331534"/>
    <w:rsid w:val="003402B0"/>
    <w:rsid w:val="00342DC4"/>
    <w:rsid w:val="003604FA"/>
    <w:rsid w:val="00361AC9"/>
    <w:rsid w:val="0039090C"/>
    <w:rsid w:val="00392DBA"/>
    <w:rsid w:val="00395033"/>
    <w:rsid w:val="003A2260"/>
    <w:rsid w:val="003A3660"/>
    <w:rsid w:val="003A6240"/>
    <w:rsid w:val="003D40D3"/>
    <w:rsid w:val="003D513E"/>
    <w:rsid w:val="003F04EB"/>
    <w:rsid w:val="00402DA4"/>
    <w:rsid w:val="00424EA0"/>
    <w:rsid w:val="00425948"/>
    <w:rsid w:val="00430AA7"/>
    <w:rsid w:val="00451618"/>
    <w:rsid w:val="00461F05"/>
    <w:rsid w:val="004636EA"/>
    <w:rsid w:val="00466C61"/>
    <w:rsid w:val="00473EF6"/>
    <w:rsid w:val="00494820"/>
    <w:rsid w:val="00496908"/>
    <w:rsid w:val="004B6160"/>
    <w:rsid w:val="00513925"/>
    <w:rsid w:val="00531DF5"/>
    <w:rsid w:val="00543B14"/>
    <w:rsid w:val="00543D58"/>
    <w:rsid w:val="00544799"/>
    <w:rsid w:val="005519C3"/>
    <w:rsid w:val="00572FA4"/>
    <w:rsid w:val="00575959"/>
    <w:rsid w:val="00576A16"/>
    <w:rsid w:val="00590791"/>
    <w:rsid w:val="005939C3"/>
    <w:rsid w:val="005A78D2"/>
    <w:rsid w:val="005B3835"/>
    <w:rsid w:val="005D23B3"/>
    <w:rsid w:val="005D5AF8"/>
    <w:rsid w:val="005E13C2"/>
    <w:rsid w:val="005F093E"/>
    <w:rsid w:val="005F0BBA"/>
    <w:rsid w:val="00601CBF"/>
    <w:rsid w:val="00605202"/>
    <w:rsid w:val="00610677"/>
    <w:rsid w:val="00612C2F"/>
    <w:rsid w:val="006174E4"/>
    <w:rsid w:val="00621E0B"/>
    <w:rsid w:val="006540F4"/>
    <w:rsid w:val="00656F71"/>
    <w:rsid w:val="00657AC9"/>
    <w:rsid w:val="0066460A"/>
    <w:rsid w:val="006649A2"/>
    <w:rsid w:val="006A131D"/>
    <w:rsid w:val="006A2CD8"/>
    <w:rsid w:val="006C3A1D"/>
    <w:rsid w:val="006C590F"/>
    <w:rsid w:val="006C7939"/>
    <w:rsid w:val="006E163A"/>
    <w:rsid w:val="006E18B6"/>
    <w:rsid w:val="007100BD"/>
    <w:rsid w:val="0073300B"/>
    <w:rsid w:val="00750FCF"/>
    <w:rsid w:val="007955C3"/>
    <w:rsid w:val="007A3AD0"/>
    <w:rsid w:val="007A4CD0"/>
    <w:rsid w:val="007A5DFB"/>
    <w:rsid w:val="007C7E9C"/>
    <w:rsid w:val="007E4BC9"/>
    <w:rsid w:val="007E56A8"/>
    <w:rsid w:val="007E75BD"/>
    <w:rsid w:val="007F1BE9"/>
    <w:rsid w:val="00801B0B"/>
    <w:rsid w:val="00803C31"/>
    <w:rsid w:val="00816653"/>
    <w:rsid w:val="00837A1D"/>
    <w:rsid w:val="00867E9D"/>
    <w:rsid w:val="00874626"/>
    <w:rsid w:val="008956EB"/>
    <w:rsid w:val="008D12D1"/>
    <w:rsid w:val="008E0150"/>
    <w:rsid w:val="008F1254"/>
    <w:rsid w:val="008F378A"/>
    <w:rsid w:val="009060E0"/>
    <w:rsid w:val="0096274C"/>
    <w:rsid w:val="0097668D"/>
    <w:rsid w:val="009778D8"/>
    <w:rsid w:val="009859BB"/>
    <w:rsid w:val="009A358D"/>
    <w:rsid w:val="009B218C"/>
    <w:rsid w:val="009B7C2F"/>
    <w:rsid w:val="009D4B92"/>
    <w:rsid w:val="009F3076"/>
    <w:rsid w:val="009F4288"/>
    <w:rsid w:val="00A01B9B"/>
    <w:rsid w:val="00A2301C"/>
    <w:rsid w:val="00A23030"/>
    <w:rsid w:val="00A2536E"/>
    <w:rsid w:val="00A35B55"/>
    <w:rsid w:val="00A40C0B"/>
    <w:rsid w:val="00A56C9F"/>
    <w:rsid w:val="00A70C93"/>
    <w:rsid w:val="00A8095E"/>
    <w:rsid w:val="00A90D9A"/>
    <w:rsid w:val="00A931CE"/>
    <w:rsid w:val="00AA3ADE"/>
    <w:rsid w:val="00AD2381"/>
    <w:rsid w:val="00AD36A5"/>
    <w:rsid w:val="00AD4AC4"/>
    <w:rsid w:val="00AE59CA"/>
    <w:rsid w:val="00B13F3F"/>
    <w:rsid w:val="00B26512"/>
    <w:rsid w:val="00B35077"/>
    <w:rsid w:val="00B36FE3"/>
    <w:rsid w:val="00B4389B"/>
    <w:rsid w:val="00B44613"/>
    <w:rsid w:val="00B514A1"/>
    <w:rsid w:val="00B61482"/>
    <w:rsid w:val="00B62BE5"/>
    <w:rsid w:val="00B815CF"/>
    <w:rsid w:val="00B93914"/>
    <w:rsid w:val="00BB3D79"/>
    <w:rsid w:val="00BB4260"/>
    <w:rsid w:val="00BF542F"/>
    <w:rsid w:val="00C004D4"/>
    <w:rsid w:val="00C14082"/>
    <w:rsid w:val="00C2361F"/>
    <w:rsid w:val="00C3186C"/>
    <w:rsid w:val="00C43A2F"/>
    <w:rsid w:val="00C5684D"/>
    <w:rsid w:val="00C72E88"/>
    <w:rsid w:val="00C74C7D"/>
    <w:rsid w:val="00C87E94"/>
    <w:rsid w:val="00C95A81"/>
    <w:rsid w:val="00CB6F1E"/>
    <w:rsid w:val="00CC55E0"/>
    <w:rsid w:val="00CD3481"/>
    <w:rsid w:val="00CF1441"/>
    <w:rsid w:val="00D0545D"/>
    <w:rsid w:val="00D200EC"/>
    <w:rsid w:val="00D32996"/>
    <w:rsid w:val="00D54857"/>
    <w:rsid w:val="00D713B6"/>
    <w:rsid w:val="00D812ED"/>
    <w:rsid w:val="00D870CA"/>
    <w:rsid w:val="00DA3FED"/>
    <w:rsid w:val="00DB2518"/>
    <w:rsid w:val="00DB36CB"/>
    <w:rsid w:val="00DD0544"/>
    <w:rsid w:val="00DD0F45"/>
    <w:rsid w:val="00DD6887"/>
    <w:rsid w:val="00DF7218"/>
    <w:rsid w:val="00E00448"/>
    <w:rsid w:val="00E06980"/>
    <w:rsid w:val="00E26E24"/>
    <w:rsid w:val="00E30347"/>
    <w:rsid w:val="00E308A1"/>
    <w:rsid w:val="00E67410"/>
    <w:rsid w:val="00E7072C"/>
    <w:rsid w:val="00E72C8C"/>
    <w:rsid w:val="00E74111"/>
    <w:rsid w:val="00E93CE1"/>
    <w:rsid w:val="00E9753B"/>
    <w:rsid w:val="00EA0207"/>
    <w:rsid w:val="00EA66EE"/>
    <w:rsid w:val="00EC7300"/>
    <w:rsid w:val="00F01516"/>
    <w:rsid w:val="00F03F5E"/>
    <w:rsid w:val="00F13611"/>
    <w:rsid w:val="00F159CC"/>
    <w:rsid w:val="00F21E3D"/>
    <w:rsid w:val="00F27372"/>
    <w:rsid w:val="00F72306"/>
    <w:rsid w:val="00F87253"/>
    <w:rsid w:val="00F97088"/>
    <w:rsid w:val="00FC2244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276EF8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3F315-0DD0-41F5-9644-A0BC8B4E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39</TotalTime>
  <Pages>2</Pages>
  <Words>286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35</cp:revision>
  <cp:lastPrinted>2016-08-30T14:29:00Z</cp:lastPrinted>
  <dcterms:created xsi:type="dcterms:W3CDTF">2016-09-13T13:37:00Z</dcterms:created>
  <dcterms:modified xsi:type="dcterms:W3CDTF">2021-06-01T14:38:00Z</dcterms:modified>
</cp:coreProperties>
</file>